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87" w:rsidRDefault="00633487" w:rsidP="00022680">
      <w:pPr>
        <w:pStyle w:val="NormalWeb"/>
        <w:jc w:val="center"/>
        <w:rPr>
          <w:bCs/>
        </w:rPr>
      </w:pPr>
    </w:p>
    <w:p w:rsidR="00633487" w:rsidRPr="002800B9" w:rsidRDefault="00633487" w:rsidP="00E60B57">
      <w:pPr>
        <w:pStyle w:val="NormalWeb"/>
        <w:jc w:val="right"/>
        <w:rPr>
          <w:sz w:val="22"/>
          <w:szCs w:val="22"/>
        </w:rPr>
      </w:pPr>
      <w:bookmarkStart w:id="0" w:name="_GoBack"/>
      <w:bookmarkEnd w:id="0"/>
      <w:r w:rsidRPr="002800B9">
        <w:rPr>
          <w:sz w:val="22"/>
          <w:szCs w:val="22"/>
        </w:rPr>
        <w:t>All. A</w:t>
      </w:r>
    </w:p>
    <w:p w:rsidR="00633487" w:rsidRPr="0091603F" w:rsidRDefault="00633487" w:rsidP="0040426A">
      <w:pPr>
        <w:pStyle w:val="NormalWeb"/>
        <w:jc w:val="center"/>
        <w:rPr>
          <w:sz w:val="36"/>
          <w:szCs w:val="36"/>
        </w:rPr>
      </w:pPr>
      <w:r>
        <w:rPr>
          <w:sz w:val="36"/>
          <w:szCs w:val="36"/>
        </w:rPr>
        <w:t>MOSTRA-</w:t>
      </w:r>
      <w:r w:rsidRPr="0091603F">
        <w:rPr>
          <w:sz w:val="36"/>
          <w:szCs w:val="36"/>
        </w:rPr>
        <w:t>CONCORSO 2016:</w:t>
      </w:r>
      <w:r>
        <w:rPr>
          <w:sz w:val="36"/>
          <w:szCs w:val="36"/>
        </w:rPr>
        <w:t xml:space="preserve"> </w:t>
      </w:r>
      <w:r w:rsidRPr="0091603F">
        <w:rPr>
          <w:sz w:val="36"/>
          <w:szCs w:val="36"/>
        </w:rPr>
        <w:t xml:space="preserve">“ IL GIOCO” </w:t>
      </w:r>
    </w:p>
    <w:p w:rsidR="00633487" w:rsidRPr="00383555" w:rsidRDefault="00633487" w:rsidP="0040426A">
      <w:pPr>
        <w:pStyle w:val="NormalWeb"/>
        <w:jc w:val="center"/>
        <w:rPr>
          <w:sz w:val="32"/>
          <w:szCs w:val="32"/>
        </w:rPr>
      </w:pPr>
      <w:r w:rsidRPr="00383555">
        <w:rPr>
          <w:sz w:val="32"/>
          <w:szCs w:val="32"/>
        </w:rPr>
        <w:t>BIENNALE DEI LICEI ARTISTICI  ITALIANI</w:t>
      </w:r>
    </w:p>
    <w:p w:rsidR="00633487" w:rsidRDefault="00633487" w:rsidP="00B06831">
      <w:pPr>
        <w:pStyle w:val="NormalWeb"/>
        <w:jc w:val="center"/>
        <w:rPr>
          <w:b/>
        </w:rPr>
      </w:pPr>
      <w:r w:rsidRPr="0040426A">
        <w:rPr>
          <w:b/>
        </w:rPr>
        <w:t xml:space="preserve">DOMANDA DI PARTECIPAZIONE </w:t>
      </w:r>
    </w:p>
    <w:p w:rsidR="00633487" w:rsidRPr="0085584E" w:rsidRDefault="00633487" w:rsidP="00CC7473">
      <w:pPr>
        <w:spacing w:before="32"/>
        <w:jc w:val="center"/>
        <w:rPr>
          <w:rFonts w:ascii="Times New Roman" w:hAnsi="Times New Roman"/>
          <w:sz w:val="24"/>
          <w:szCs w:val="24"/>
        </w:rPr>
      </w:pPr>
      <w:r w:rsidRPr="0085584E">
        <w:rPr>
          <w:rFonts w:ascii="Times New Roman" w:hAnsi="Times New Roman"/>
          <w:sz w:val="24"/>
          <w:szCs w:val="24"/>
        </w:rPr>
        <w:t>DA</w:t>
      </w:r>
      <w:r w:rsidRPr="0085584E">
        <w:rPr>
          <w:rFonts w:ascii="Times New Roman" w:hAnsi="Times New Roman"/>
          <w:spacing w:val="1"/>
          <w:sz w:val="24"/>
          <w:szCs w:val="24"/>
        </w:rPr>
        <w:t>T</w:t>
      </w:r>
      <w:r w:rsidRPr="0085584E">
        <w:rPr>
          <w:rFonts w:ascii="Times New Roman" w:hAnsi="Times New Roman"/>
          <w:sz w:val="24"/>
          <w:szCs w:val="24"/>
        </w:rPr>
        <w:t>I</w:t>
      </w:r>
      <w:r w:rsidRPr="0085584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5584E">
        <w:rPr>
          <w:rFonts w:ascii="Times New Roman" w:hAnsi="Times New Roman"/>
          <w:sz w:val="24"/>
          <w:szCs w:val="24"/>
        </w:rPr>
        <w:t>D</w:t>
      </w:r>
      <w:r w:rsidRPr="0085584E">
        <w:rPr>
          <w:rFonts w:ascii="Times New Roman" w:hAnsi="Times New Roman"/>
          <w:spacing w:val="1"/>
          <w:sz w:val="24"/>
          <w:szCs w:val="24"/>
        </w:rPr>
        <w:t>ELL</w:t>
      </w:r>
      <w:r w:rsidRPr="0085584E">
        <w:rPr>
          <w:rFonts w:ascii="Times New Roman" w:hAnsi="Times New Roman"/>
          <w:spacing w:val="-1"/>
          <w:sz w:val="24"/>
          <w:szCs w:val="24"/>
        </w:rPr>
        <w:t>’</w:t>
      </w:r>
      <w:r w:rsidRPr="0085584E">
        <w:rPr>
          <w:rFonts w:ascii="Times New Roman" w:hAnsi="Times New Roman"/>
          <w:sz w:val="24"/>
          <w:szCs w:val="24"/>
        </w:rPr>
        <w:t>I</w:t>
      </w:r>
      <w:r w:rsidRPr="0085584E">
        <w:rPr>
          <w:rFonts w:ascii="Times New Roman" w:hAnsi="Times New Roman"/>
          <w:spacing w:val="1"/>
          <w:sz w:val="24"/>
          <w:szCs w:val="24"/>
        </w:rPr>
        <w:t>ST</w:t>
      </w:r>
      <w:r w:rsidRPr="0085584E">
        <w:rPr>
          <w:rFonts w:ascii="Times New Roman" w:hAnsi="Times New Roman"/>
          <w:sz w:val="24"/>
          <w:szCs w:val="24"/>
        </w:rPr>
        <w:t>I</w:t>
      </w:r>
      <w:r w:rsidRPr="0085584E">
        <w:rPr>
          <w:rFonts w:ascii="Times New Roman" w:hAnsi="Times New Roman"/>
          <w:spacing w:val="1"/>
          <w:sz w:val="24"/>
          <w:szCs w:val="24"/>
        </w:rPr>
        <w:t>T</w:t>
      </w:r>
      <w:r w:rsidRPr="0085584E">
        <w:rPr>
          <w:rFonts w:ascii="Times New Roman" w:hAnsi="Times New Roman"/>
          <w:spacing w:val="-3"/>
          <w:sz w:val="24"/>
          <w:szCs w:val="24"/>
        </w:rPr>
        <w:t>U</w:t>
      </w:r>
      <w:r w:rsidRPr="0085584E">
        <w:rPr>
          <w:rFonts w:ascii="Times New Roman" w:hAnsi="Times New Roman"/>
          <w:spacing w:val="1"/>
          <w:sz w:val="24"/>
          <w:szCs w:val="24"/>
        </w:rPr>
        <w:t>T</w:t>
      </w:r>
      <w:r w:rsidRPr="0085584E">
        <w:rPr>
          <w:rFonts w:ascii="Times New Roman" w:hAnsi="Times New Roman"/>
          <w:sz w:val="24"/>
          <w:szCs w:val="24"/>
        </w:rPr>
        <w:t>O</w:t>
      </w:r>
      <w:r w:rsidRPr="0085584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5584E">
        <w:rPr>
          <w:rFonts w:ascii="Times New Roman" w:hAnsi="Times New Roman"/>
          <w:sz w:val="24"/>
          <w:szCs w:val="24"/>
        </w:rPr>
        <w:t>C</w:t>
      </w:r>
      <w:r w:rsidRPr="0085584E">
        <w:rPr>
          <w:rFonts w:ascii="Times New Roman" w:hAnsi="Times New Roman"/>
          <w:spacing w:val="1"/>
          <w:sz w:val="24"/>
          <w:szCs w:val="24"/>
        </w:rPr>
        <w:t>H</w:t>
      </w:r>
      <w:r w:rsidRPr="0085584E">
        <w:rPr>
          <w:rFonts w:ascii="Times New Roman" w:hAnsi="Times New Roman"/>
          <w:sz w:val="24"/>
          <w:szCs w:val="24"/>
        </w:rPr>
        <w:t>E</w:t>
      </w:r>
      <w:r w:rsidRPr="0085584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5584E">
        <w:rPr>
          <w:rFonts w:ascii="Times New Roman" w:hAnsi="Times New Roman"/>
          <w:spacing w:val="-3"/>
          <w:sz w:val="24"/>
          <w:szCs w:val="24"/>
        </w:rPr>
        <w:t>P</w:t>
      </w:r>
      <w:r w:rsidRPr="0085584E">
        <w:rPr>
          <w:rFonts w:ascii="Times New Roman" w:hAnsi="Times New Roman"/>
          <w:sz w:val="24"/>
          <w:szCs w:val="24"/>
        </w:rPr>
        <w:t>R</w:t>
      </w:r>
      <w:r w:rsidRPr="0085584E">
        <w:rPr>
          <w:rFonts w:ascii="Times New Roman" w:hAnsi="Times New Roman"/>
          <w:spacing w:val="1"/>
          <w:sz w:val="24"/>
          <w:szCs w:val="24"/>
        </w:rPr>
        <w:t>ESE</w:t>
      </w:r>
      <w:r w:rsidRPr="0085584E">
        <w:rPr>
          <w:rFonts w:ascii="Times New Roman" w:hAnsi="Times New Roman"/>
          <w:sz w:val="24"/>
          <w:szCs w:val="24"/>
        </w:rPr>
        <w:t>N</w:t>
      </w:r>
      <w:r w:rsidRPr="0085584E">
        <w:rPr>
          <w:rFonts w:ascii="Times New Roman" w:hAnsi="Times New Roman"/>
          <w:spacing w:val="1"/>
          <w:sz w:val="24"/>
          <w:szCs w:val="24"/>
        </w:rPr>
        <w:t>T</w:t>
      </w:r>
      <w:r w:rsidRPr="0085584E">
        <w:rPr>
          <w:rFonts w:ascii="Times New Roman" w:hAnsi="Times New Roman"/>
          <w:sz w:val="24"/>
          <w:szCs w:val="24"/>
        </w:rPr>
        <w:t>A</w:t>
      </w:r>
      <w:r w:rsidRPr="0085584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85584E">
        <w:rPr>
          <w:rFonts w:ascii="Times New Roman" w:hAnsi="Times New Roman"/>
          <w:sz w:val="24"/>
          <w:szCs w:val="24"/>
        </w:rPr>
        <w:t xml:space="preserve">IL </w:t>
      </w:r>
      <w:r w:rsidRPr="0085584E">
        <w:rPr>
          <w:rFonts w:ascii="Times New Roman" w:hAnsi="Times New Roman"/>
          <w:spacing w:val="-3"/>
          <w:sz w:val="24"/>
          <w:szCs w:val="24"/>
        </w:rPr>
        <w:t>P</w:t>
      </w:r>
      <w:r w:rsidRPr="0085584E">
        <w:rPr>
          <w:rFonts w:ascii="Times New Roman" w:hAnsi="Times New Roman"/>
          <w:sz w:val="24"/>
          <w:szCs w:val="24"/>
        </w:rPr>
        <w:t>R</w:t>
      </w:r>
      <w:r w:rsidRPr="0085584E">
        <w:rPr>
          <w:rFonts w:ascii="Times New Roman" w:hAnsi="Times New Roman"/>
          <w:spacing w:val="3"/>
          <w:sz w:val="24"/>
          <w:szCs w:val="24"/>
        </w:rPr>
        <w:t>O</w:t>
      </w:r>
      <w:r w:rsidRPr="0085584E">
        <w:rPr>
          <w:rFonts w:ascii="Times New Roman" w:hAnsi="Times New Roman"/>
          <w:spacing w:val="-2"/>
          <w:sz w:val="24"/>
          <w:szCs w:val="24"/>
        </w:rPr>
        <w:t>G</w:t>
      </w:r>
      <w:r w:rsidRPr="0085584E">
        <w:rPr>
          <w:rFonts w:ascii="Times New Roman" w:hAnsi="Times New Roman"/>
          <w:spacing w:val="1"/>
          <w:sz w:val="24"/>
          <w:szCs w:val="24"/>
        </w:rPr>
        <w:t>ETT</w:t>
      </w:r>
      <w:r w:rsidRPr="0085584E">
        <w:rPr>
          <w:rFonts w:ascii="Times New Roman" w:hAnsi="Times New Roman"/>
          <w:sz w:val="24"/>
          <w:szCs w:val="24"/>
        </w:rPr>
        <w:t>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4642"/>
      </w:tblGrid>
      <w:tr w:rsidR="00633487" w:rsidRPr="00385B33" w:rsidTr="00385B33">
        <w:trPr>
          <w:jc w:val="center"/>
        </w:trPr>
        <w:tc>
          <w:tcPr>
            <w:tcW w:w="2660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Liceo Artistico</w:t>
            </w:r>
            <w:r w:rsidRPr="00385B33">
              <w:rPr>
                <w:rFonts w:ascii="Times New Roman" w:hAnsi="Times New Roman"/>
                <w:spacing w:val="-3"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4642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3487" w:rsidRPr="00385B33" w:rsidTr="00385B33">
        <w:trPr>
          <w:jc w:val="center"/>
        </w:trPr>
        <w:tc>
          <w:tcPr>
            <w:tcW w:w="2660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od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spacing w:val="-3"/>
                <w:position w:val="-1"/>
                <w:sz w:val="24"/>
                <w:szCs w:val="24"/>
              </w:rPr>
              <w:t xml:space="preserve"> 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M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ec</w:t>
            </w:r>
            <w:r w:rsidRPr="00385B33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385B33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o</w:t>
            </w:r>
            <w:r w:rsidRPr="00385B33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385B33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f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o</w:t>
            </w:r>
          </w:p>
        </w:tc>
        <w:tc>
          <w:tcPr>
            <w:tcW w:w="4642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3487" w:rsidRPr="00385B33" w:rsidTr="00385B33">
        <w:trPr>
          <w:jc w:val="center"/>
        </w:trPr>
        <w:tc>
          <w:tcPr>
            <w:tcW w:w="2660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>nd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2"/>
                <w:sz w:val="24"/>
                <w:szCs w:val="24"/>
              </w:rPr>
              <w:t>zz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>o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  <w:u w:val="single" w:color="000000"/>
              </w:rPr>
              <w:t xml:space="preserve"> </w:t>
            </w:r>
          </w:p>
        </w:tc>
        <w:tc>
          <w:tcPr>
            <w:tcW w:w="4642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3487" w:rsidRPr="00385B33" w:rsidTr="00385B33">
        <w:trPr>
          <w:jc w:val="center"/>
        </w:trPr>
        <w:tc>
          <w:tcPr>
            <w:tcW w:w="2660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sz w:val="24"/>
                <w:szCs w:val="24"/>
              </w:rPr>
              <w:t>T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</w:rPr>
              <w:t>.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>/ Fax</w:t>
            </w:r>
          </w:p>
        </w:tc>
        <w:tc>
          <w:tcPr>
            <w:tcW w:w="4642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3487" w:rsidRPr="00385B33" w:rsidTr="00385B33">
        <w:trPr>
          <w:jc w:val="center"/>
        </w:trPr>
        <w:tc>
          <w:tcPr>
            <w:tcW w:w="2660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 xml:space="preserve">l   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  <w:u w:val="single" w:color="000000"/>
              </w:rPr>
              <w:t xml:space="preserve"> </w:t>
            </w:r>
          </w:p>
        </w:tc>
        <w:tc>
          <w:tcPr>
            <w:tcW w:w="4642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3487" w:rsidRPr="00385B33" w:rsidTr="00385B33">
        <w:trPr>
          <w:jc w:val="center"/>
        </w:trPr>
        <w:tc>
          <w:tcPr>
            <w:tcW w:w="2660" w:type="dxa"/>
          </w:tcPr>
          <w:p w:rsidR="00633487" w:rsidRPr="00385B33" w:rsidRDefault="00633487" w:rsidP="00385B33">
            <w:pPr>
              <w:spacing w:before="41" w:after="0" w:line="2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D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385B33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t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e</w:t>
            </w:r>
            <w:r w:rsidRPr="00385B33">
              <w:rPr>
                <w:rFonts w:ascii="Times New Roman" w:hAnsi="Times New Roman"/>
                <w:spacing w:val="-6"/>
                <w:position w:val="-1"/>
                <w:sz w:val="24"/>
                <w:szCs w:val="24"/>
              </w:rPr>
              <w:t xml:space="preserve"> 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S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o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l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s</w:t>
            </w:r>
            <w:r w:rsidRPr="00385B33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ti</w:t>
            </w:r>
            <w:r w:rsidRPr="00385B33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>o</w:t>
            </w:r>
          </w:p>
        </w:tc>
        <w:tc>
          <w:tcPr>
            <w:tcW w:w="4642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3487" w:rsidRPr="00385B33" w:rsidTr="00385B33">
        <w:trPr>
          <w:jc w:val="center"/>
        </w:trPr>
        <w:tc>
          <w:tcPr>
            <w:tcW w:w="2660" w:type="dxa"/>
          </w:tcPr>
          <w:p w:rsidR="00633487" w:rsidRPr="00385B33" w:rsidRDefault="00633487" w:rsidP="006D597C">
            <w:pPr>
              <w:spacing w:before="41" w:after="0" w:line="260" w:lineRule="exact"/>
              <w:jc w:val="both"/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</w:pPr>
            <w:r w:rsidRPr="00385B33"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  <w:t xml:space="preserve">Referente del </w:t>
            </w:r>
            <w:r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  <w:t>p</w:t>
            </w:r>
            <w:r w:rsidRPr="00385B33"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  <w:t>rogetto</w:t>
            </w:r>
          </w:p>
        </w:tc>
        <w:tc>
          <w:tcPr>
            <w:tcW w:w="4642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33487" w:rsidRPr="00385B33" w:rsidTr="00385B33">
        <w:trPr>
          <w:jc w:val="center"/>
        </w:trPr>
        <w:tc>
          <w:tcPr>
            <w:tcW w:w="2660" w:type="dxa"/>
          </w:tcPr>
          <w:p w:rsidR="00633487" w:rsidRPr="00385B33" w:rsidRDefault="00633487" w:rsidP="00385B33">
            <w:pPr>
              <w:spacing w:before="41" w:after="0" w:line="260" w:lineRule="exact"/>
              <w:jc w:val="both"/>
              <w:rPr>
                <w:rFonts w:ascii="Times New Roman" w:hAnsi="Times New Roman"/>
                <w:position w:val="-1"/>
                <w:sz w:val="24"/>
                <w:szCs w:val="24"/>
              </w:rPr>
            </w:pPr>
            <w:r w:rsidRPr="00385B33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Tel. </w:t>
            </w:r>
          </w:p>
        </w:tc>
        <w:tc>
          <w:tcPr>
            <w:tcW w:w="4642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3487" w:rsidRPr="00385B33" w:rsidTr="00385B33">
        <w:trPr>
          <w:jc w:val="center"/>
        </w:trPr>
        <w:tc>
          <w:tcPr>
            <w:tcW w:w="2660" w:type="dxa"/>
          </w:tcPr>
          <w:p w:rsidR="00633487" w:rsidRPr="00385B33" w:rsidRDefault="00633487" w:rsidP="00385B33">
            <w:pPr>
              <w:spacing w:before="41" w:after="0" w:line="260" w:lineRule="exact"/>
              <w:jc w:val="both"/>
              <w:rPr>
                <w:rFonts w:ascii="Times New Roman" w:hAnsi="Times New Roman"/>
                <w:position w:val="-1"/>
                <w:sz w:val="24"/>
                <w:szCs w:val="24"/>
                <w:lang w:val="en-US"/>
              </w:rPr>
            </w:pP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E 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385B33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385B33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385B33">
              <w:rPr>
                <w:rFonts w:ascii="Times New Roman" w:hAnsi="Times New Roman"/>
                <w:sz w:val="24"/>
                <w:szCs w:val="24"/>
              </w:rPr>
              <w:t xml:space="preserve">l   </w:t>
            </w:r>
            <w:r w:rsidRPr="00385B33">
              <w:rPr>
                <w:rFonts w:ascii="Times New Roman" w:hAnsi="Times New Roman"/>
                <w:w w:val="99"/>
                <w:sz w:val="24"/>
                <w:szCs w:val="24"/>
                <w:u w:val="single" w:color="000000"/>
              </w:rPr>
              <w:t xml:space="preserve"> </w:t>
            </w:r>
          </w:p>
        </w:tc>
        <w:tc>
          <w:tcPr>
            <w:tcW w:w="4642" w:type="dxa"/>
          </w:tcPr>
          <w:p w:rsidR="00633487" w:rsidRPr="00385B33" w:rsidRDefault="00633487" w:rsidP="00385B33">
            <w:pPr>
              <w:spacing w:before="32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633487" w:rsidRPr="0085584E" w:rsidRDefault="00633487" w:rsidP="00CC7473">
      <w:pPr>
        <w:pStyle w:val="NormalWeb"/>
      </w:pPr>
    </w:p>
    <w:p w:rsidR="00633487" w:rsidRPr="00BC5772" w:rsidRDefault="00633487" w:rsidP="00CC7473">
      <w:pPr>
        <w:pStyle w:val="NormalWeb"/>
      </w:pPr>
      <w:r w:rsidRPr="0085584E">
        <w:t>Dati  personali  </w:t>
      </w:r>
      <w:r w:rsidRPr="00BC5772">
        <w:t xml:space="preserve">del docente referente della scuola </w:t>
      </w:r>
    </w:p>
    <w:p w:rsidR="00633487" w:rsidRPr="0085584E" w:rsidRDefault="00633487" w:rsidP="00CC7473">
      <w:pPr>
        <w:pStyle w:val="NormalWeb"/>
      </w:pPr>
      <w:r w:rsidRPr="0085584E">
        <w:t>Nome: ______________________________________________________________________     </w:t>
      </w:r>
    </w:p>
    <w:p w:rsidR="00633487" w:rsidRPr="0085584E" w:rsidRDefault="00633487" w:rsidP="00CC7473">
      <w:pPr>
        <w:pStyle w:val="NormalWeb"/>
      </w:pPr>
      <w:r w:rsidRPr="0085584E">
        <w:t>Cognome:  ___________________________________________________________________</w:t>
      </w:r>
    </w:p>
    <w:p w:rsidR="00633487" w:rsidRPr="0085584E" w:rsidRDefault="00633487" w:rsidP="00CC7473">
      <w:pPr>
        <w:pStyle w:val="NormalWeb"/>
      </w:pPr>
      <w:r w:rsidRPr="0085584E">
        <w:t>Tel: ________________Cell:_____________________________  E-</w:t>
      </w:r>
      <w:r w:rsidRPr="0085584E">
        <w:softHyphen/>
        <w:t>mail: ________________</w:t>
      </w:r>
    </w:p>
    <w:p w:rsidR="00633487" w:rsidRDefault="00633487" w:rsidP="00CC7473">
      <w:pPr>
        <w:pStyle w:val="NormalWeb"/>
      </w:pPr>
    </w:p>
    <w:p w:rsidR="00633487" w:rsidRPr="0085584E" w:rsidRDefault="00633487" w:rsidP="00CC7473">
      <w:pPr>
        <w:pStyle w:val="NormalWeb"/>
      </w:pPr>
      <w:r>
        <w:t>Nomi  </w:t>
      </w:r>
      <w:r w:rsidRPr="00BC5772">
        <w:t xml:space="preserve">degli studenti, </w:t>
      </w:r>
      <w:r>
        <w:t>dei  componenti del gruppo o del gruppo classe:</w:t>
      </w:r>
      <w:r w:rsidRPr="0085584E">
        <w:t xml:space="preserve">   </w:t>
      </w:r>
      <w:r>
        <w:t>…………………..</w:t>
      </w:r>
    </w:p>
    <w:p w:rsidR="00633487" w:rsidRDefault="00633487" w:rsidP="00CC662E">
      <w:pPr>
        <w:tabs>
          <w:tab w:val="left" w:pos="1410"/>
          <w:tab w:val="left" w:pos="2118"/>
          <w:tab w:val="left" w:pos="2826"/>
          <w:tab w:val="left" w:pos="3534"/>
          <w:tab w:val="left" w:pos="4242"/>
          <w:tab w:val="left" w:pos="4950"/>
          <w:tab w:val="left" w:pos="5658"/>
          <w:tab w:val="left" w:pos="6366"/>
          <w:tab w:val="left" w:pos="7074"/>
          <w:tab w:val="left" w:pos="7782"/>
          <w:tab w:val="left" w:pos="849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6D597C">
        <w:rPr>
          <w:rFonts w:ascii="Times New Roman" w:hAnsi="Times New Roman"/>
          <w:sz w:val="32"/>
          <w:szCs w:val="32"/>
        </w:rPr>
        <w:t>□</w:t>
      </w:r>
      <w:r>
        <w:rPr>
          <w:rFonts w:ascii="Times New Roman" w:hAnsi="Times New Roman"/>
        </w:rPr>
        <w:t xml:space="preserve"> Il sottoscritto D</w:t>
      </w:r>
      <w:r w:rsidRPr="00BC5772">
        <w:rPr>
          <w:rFonts w:ascii="Times New Roman" w:hAnsi="Times New Roman"/>
        </w:rPr>
        <w:t>irigente dichiara che agli atti della scuola sono presenti</w:t>
      </w:r>
      <w:r w:rsidRPr="00BC5772">
        <w:rPr>
          <w:rFonts w:ascii="Times New Roman" w:hAnsi="Times New Roman"/>
          <w:sz w:val="24"/>
          <w:szCs w:val="24"/>
        </w:rPr>
        <w:t>, pena l’esclusione dal concorso,</w:t>
      </w:r>
      <w:r w:rsidRPr="00BC5772">
        <w:rPr>
          <w:rFonts w:ascii="Times New Roman" w:hAnsi="Times New Roman"/>
        </w:rPr>
        <w:t xml:space="preserve"> tutte le autorizzazioni richieste per gli alunni minorenni, </w:t>
      </w:r>
      <w:r w:rsidRPr="00BC5772">
        <w:rPr>
          <w:rFonts w:ascii="Times New Roman" w:hAnsi="Times New Roman"/>
          <w:sz w:val="24"/>
          <w:szCs w:val="24"/>
        </w:rPr>
        <w:t>come da allegato C;</w:t>
      </w:r>
      <w:r w:rsidRPr="00BC5772">
        <w:rPr>
          <w:rFonts w:ascii="Times New Roman" w:hAnsi="Times New Roman"/>
        </w:rPr>
        <w:t xml:space="preserve"> </w:t>
      </w:r>
      <w:r w:rsidRPr="00BC5772">
        <w:rPr>
          <w:rFonts w:ascii="Times New Roman" w:hAnsi="Times New Roman"/>
          <w:sz w:val="24"/>
          <w:szCs w:val="24"/>
        </w:rPr>
        <w:t>in caso di lavori di gruppo, è presente la scheda di autorizzazione per ogni singolo minore del gruppo.</w:t>
      </w:r>
    </w:p>
    <w:p w:rsidR="00633487" w:rsidRPr="00BC5772" w:rsidRDefault="00633487" w:rsidP="00CC662E">
      <w:pPr>
        <w:tabs>
          <w:tab w:val="left" w:pos="1410"/>
          <w:tab w:val="left" w:pos="2118"/>
          <w:tab w:val="left" w:pos="2826"/>
          <w:tab w:val="left" w:pos="3534"/>
          <w:tab w:val="left" w:pos="4242"/>
          <w:tab w:val="left" w:pos="4950"/>
          <w:tab w:val="left" w:pos="5658"/>
          <w:tab w:val="left" w:pos="6366"/>
          <w:tab w:val="left" w:pos="7074"/>
          <w:tab w:val="left" w:pos="7782"/>
          <w:tab w:val="left" w:pos="8490"/>
        </w:tabs>
        <w:autoSpaceDE w:val="0"/>
        <w:jc w:val="both"/>
        <w:rPr>
          <w:rFonts w:ascii="Times New Roman" w:hAnsi="Times New Roman"/>
          <w:sz w:val="24"/>
          <w:szCs w:val="24"/>
        </w:rPr>
      </w:pPr>
    </w:p>
    <w:p w:rsidR="00633487" w:rsidRPr="0085584E" w:rsidRDefault="00633487" w:rsidP="00CC7473">
      <w:pPr>
        <w:pStyle w:val="NormalWeb"/>
      </w:pPr>
      <w:r w:rsidRPr="0085584E">
        <w:t>Data                                                                                           Il Dirigente Scolastico</w:t>
      </w:r>
    </w:p>
    <w:p w:rsidR="00633487" w:rsidRDefault="00633487" w:rsidP="00CC7473">
      <w:pPr>
        <w:pStyle w:val="NormalWeb"/>
      </w:pPr>
      <w:r w:rsidRPr="0085584E">
        <w:tab/>
      </w:r>
      <w:r w:rsidRPr="0085584E">
        <w:tab/>
      </w:r>
      <w:r w:rsidRPr="0085584E">
        <w:tab/>
      </w:r>
      <w:r w:rsidRPr="0085584E">
        <w:tab/>
      </w:r>
      <w:r w:rsidRPr="0085584E">
        <w:tab/>
      </w:r>
      <w:r w:rsidRPr="0085584E">
        <w:tab/>
      </w:r>
      <w:r w:rsidRPr="0085584E">
        <w:tab/>
        <w:t>_________________________________</w:t>
      </w:r>
    </w:p>
    <w:p w:rsidR="00633487" w:rsidRDefault="00633487" w:rsidP="00CC662E"/>
    <w:p w:rsidR="00633487" w:rsidRDefault="00633487" w:rsidP="00CC662E"/>
    <w:p w:rsidR="00633487" w:rsidRDefault="00633487" w:rsidP="00CC662E"/>
    <w:p w:rsidR="00633487" w:rsidRPr="006D597C" w:rsidRDefault="00633487" w:rsidP="006D597C">
      <w:pPr>
        <w:jc w:val="right"/>
        <w:rPr>
          <w:rFonts w:ascii="Times New Roman" w:hAnsi="Times New Roman"/>
        </w:rPr>
      </w:pPr>
      <w:r w:rsidRPr="006D597C">
        <w:rPr>
          <w:rFonts w:ascii="Times New Roman" w:hAnsi="Times New Roman"/>
        </w:rPr>
        <w:t>All. B</w:t>
      </w:r>
    </w:p>
    <w:p w:rsidR="00633487" w:rsidRPr="0091603F" w:rsidRDefault="00633487" w:rsidP="0040426A">
      <w:pPr>
        <w:pStyle w:val="NormalWeb"/>
        <w:jc w:val="center"/>
        <w:rPr>
          <w:sz w:val="36"/>
          <w:szCs w:val="36"/>
        </w:rPr>
      </w:pPr>
      <w:r>
        <w:rPr>
          <w:sz w:val="36"/>
          <w:szCs w:val="36"/>
        </w:rPr>
        <w:t>MOSTRA-</w:t>
      </w:r>
      <w:r w:rsidRPr="0091603F">
        <w:rPr>
          <w:sz w:val="36"/>
          <w:szCs w:val="36"/>
        </w:rPr>
        <w:t>CONCORSO 2016:</w:t>
      </w:r>
      <w:r>
        <w:rPr>
          <w:sz w:val="36"/>
          <w:szCs w:val="36"/>
        </w:rPr>
        <w:t xml:space="preserve"> </w:t>
      </w:r>
      <w:r w:rsidRPr="0091603F">
        <w:rPr>
          <w:sz w:val="36"/>
          <w:szCs w:val="36"/>
        </w:rPr>
        <w:t xml:space="preserve">“ IL GIOCO” </w:t>
      </w:r>
    </w:p>
    <w:p w:rsidR="00633487" w:rsidRPr="00383555" w:rsidRDefault="00633487" w:rsidP="0040426A">
      <w:pPr>
        <w:pStyle w:val="NormalWeb"/>
        <w:jc w:val="center"/>
        <w:rPr>
          <w:sz w:val="32"/>
          <w:szCs w:val="32"/>
        </w:rPr>
      </w:pPr>
      <w:r w:rsidRPr="00383555">
        <w:rPr>
          <w:sz w:val="32"/>
          <w:szCs w:val="32"/>
        </w:rPr>
        <w:t>BIENNALE DEI LICEI ARTISTICI  ITALIANI</w:t>
      </w:r>
    </w:p>
    <w:p w:rsidR="00633487" w:rsidRPr="0040426A" w:rsidRDefault="00633487" w:rsidP="00C76EEC">
      <w:pPr>
        <w:pStyle w:val="NormalWeb"/>
        <w:spacing w:before="0" w:beforeAutospacing="0" w:after="0" w:afterAutospacing="0"/>
        <w:jc w:val="center"/>
        <w:rPr>
          <w:b/>
        </w:rPr>
      </w:pPr>
      <w:r w:rsidRPr="0040426A">
        <w:rPr>
          <w:b/>
        </w:rPr>
        <w:t xml:space="preserve">SCHEDA TECNICA INFORMATIVA </w:t>
      </w:r>
    </w:p>
    <w:p w:rsidR="00633487" w:rsidRPr="0085584E" w:rsidRDefault="00633487" w:rsidP="00C76EEC">
      <w:pPr>
        <w:pStyle w:val="NormalWeb"/>
        <w:spacing w:before="0" w:beforeAutospacing="0" w:after="0" w:afterAutospacing="0"/>
      </w:pPr>
    </w:p>
    <w:p w:rsidR="00633487" w:rsidRPr="0085584E" w:rsidRDefault="00633487" w:rsidP="00CC7473">
      <w:pPr>
        <w:pStyle w:val="NormalWeb"/>
      </w:pPr>
      <w:r w:rsidRPr="0085584E">
        <w:t>Denominazione Istituto</w:t>
      </w:r>
    </w:p>
    <w:p w:rsidR="00633487" w:rsidRPr="0085584E" w:rsidRDefault="00633487" w:rsidP="00CC7473">
      <w:pPr>
        <w:pStyle w:val="NormalWeb"/>
      </w:pPr>
      <w:r w:rsidRPr="0085584E">
        <w:t>Titolo dell’opera</w:t>
      </w:r>
    </w:p>
    <w:p w:rsidR="00633487" w:rsidRPr="0085584E" w:rsidRDefault="00633487" w:rsidP="00A9342E">
      <w:pPr>
        <w:pStyle w:val="NormalWeb"/>
        <w:spacing w:before="0" w:beforeAutospacing="0" w:after="0" w:afterAutospacing="0"/>
      </w:pPr>
      <w:r w:rsidRPr="0085584E">
        <w:t>Breve relazione sulle motivazioni in riferimento al tema del concorso</w:t>
      </w:r>
      <w:r>
        <w:t>:</w:t>
      </w:r>
      <w:r w:rsidRPr="0085584E">
        <w:t xml:space="preserve"> “</w:t>
      </w:r>
      <w:r>
        <w:t xml:space="preserve"> Il </w:t>
      </w:r>
      <w:r w:rsidRPr="0085584E">
        <w:t xml:space="preserve">Gioco” </w:t>
      </w:r>
    </w:p>
    <w:p w:rsidR="00633487" w:rsidRPr="0085584E" w:rsidRDefault="00633487" w:rsidP="00A9342E">
      <w:pPr>
        <w:pStyle w:val="NormalWeb"/>
        <w:spacing w:before="0" w:beforeAutospacing="0" w:after="0" w:afterAutospacing="0"/>
      </w:pPr>
      <w:r w:rsidRPr="0085584E">
        <w:t>(massimo  500  caratteri  spazi  inclusi)</w:t>
      </w:r>
    </w:p>
    <w:p w:rsidR="00633487" w:rsidRPr="0085584E" w:rsidRDefault="00633487" w:rsidP="00A9342E">
      <w:pPr>
        <w:pStyle w:val="NormalWeb"/>
        <w:spacing w:before="0" w:beforeAutospacing="0" w:after="0" w:afterAutospacing="0"/>
        <w:jc w:val="both"/>
      </w:pPr>
    </w:p>
    <w:p w:rsidR="00633487" w:rsidRDefault="00633487" w:rsidP="00A9342E">
      <w:pPr>
        <w:pStyle w:val="NormalWeb"/>
        <w:spacing w:before="0" w:beforeAutospacing="0" w:after="0" w:afterAutospacing="0"/>
        <w:jc w:val="both"/>
      </w:pPr>
    </w:p>
    <w:p w:rsidR="00633487" w:rsidRDefault="00633487" w:rsidP="00A9342E">
      <w:pPr>
        <w:pStyle w:val="NormalWeb"/>
        <w:spacing w:before="0" w:beforeAutospacing="0" w:after="0" w:afterAutospacing="0"/>
        <w:jc w:val="both"/>
      </w:pPr>
    </w:p>
    <w:p w:rsidR="00633487" w:rsidRPr="0085584E" w:rsidRDefault="00633487" w:rsidP="00A9342E">
      <w:pPr>
        <w:pStyle w:val="NormalWeb"/>
        <w:spacing w:before="0" w:beforeAutospacing="0" w:after="0" w:afterAutospacing="0"/>
        <w:jc w:val="both"/>
      </w:pPr>
      <w:r>
        <w:t xml:space="preserve">N.B. </w:t>
      </w:r>
      <w:r w:rsidRPr="0085584E">
        <w:t xml:space="preserve">Il  testo  sarà  utilizzato  come  descrizione  dell’opera  ed  eventualmente  inserito  nel  catalogo della Biennale. </w:t>
      </w:r>
      <w:r w:rsidRPr="006D597C">
        <w:rPr>
          <w:u w:val="single"/>
        </w:rPr>
        <w:t>L'organizzazione  si  riserva  di  modificare  il  testo,  non  alterandone  il contenuto,  per  eventuali esigenze  di  editing</w:t>
      </w:r>
      <w:r w:rsidRPr="0085584E">
        <w:t>.    </w:t>
      </w:r>
    </w:p>
    <w:p w:rsidR="00633487" w:rsidRPr="0085584E" w:rsidRDefault="00633487" w:rsidP="00A9342E">
      <w:pPr>
        <w:pStyle w:val="NormalWeb"/>
        <w:spacing w:before="0" w:beforeAutospacing="0" w:after="0" w:afterAutospacing="0"/>
      </w:pPr>
    </w:p>
    <w:p w:rsidR="00633487" w:rsidRPr="0085584E" w:rsidRDefault="00633487" w:rsidP="008E1A5B">
      <w:pPr>
        <w:pStyle w:val="NormalWeb"/>
      </w:pPr>
    </w:p>
    <w:p w:rsidR="00633487" w:rsidRDefault="00633487" w:rsidP="00915182">
      <w:pPr>
        <w:pStyle w:val="NormalWeb"/>
        <w:spacing w:before="0" w:beforeAutospacing="0" w:after="0" w:afterAutospacing="0"/>
      </w:pPr>
      <w:r w:rsidRPr="0085584E">
        <w:t xml:space="preserve">Dati tecnici dell’opera </w:t>
      </w:r>
    </w:p>
    <w:p w:rsidR="00633487" w:rsidRPr="0085584E" w:rsidRDefault="00633487" w:rsidP="00915182">
      <w:pPr>
        <w:pStyle w:val="NormalWeb"/>
        <w:spacing w:before="0" w:beforeAutospacing="0" w:after="0" w:afterAutospacing="0"/>
      </w:pPr>
      <w:r w:rsidRPr="0085584E">
        <w:t>(massimo  500  caratteri  spazi  inclusi)</w:t>
      </w:r>
    </w:p>
    <w:p w:rsidR="00633487" w:rsidRPr="0085584E" w:rsidRDefault="00633487" w:rsidP="00915182">
      <w:pPr>
        <w:pStyle w:val="NormalWeb"/>
        <w:spacing w:before="0" w:beforeAutospacing="0" w:after="0" w:afterAutospacing="0"/>
      </w:pPr>
    </w:p>
    <w:p w:rsidR="00633487" w:rsidRDefault="00633487" w:rsidP="00CC7473">
      <w:pPr>
        <w:pStyle w:val="NormalWeb"/>
      </w:pPr>
    </w:p>
    <w:p w:rsidR="00633487" w:rsidRPr="0085584E" w:rsidRDefault="00633487" w:rsidP="00CC7473">
      <w:pPr>
        <w:pStyle w:val="NormalWeb"/>
      </w:pPr>
    </w:p>
    <w:p w:rsidR="00633487" w:rsidRDefault="00633487" w:rsidP="00915182">
      <w:pPr>
        <w:pStyle w:val="NormalWeb"/>
        <w:spacing w:before="0" w:beforeAutospacing="0" w:after="0" w:afterAutospacing="0"/>
      </w:pPr>
      <w:r w:rsidRPr="0085584E">
        <w:t>Indicazioni per l’allestimento</w:t>
      </w:r>
    </w:p>
    <w:p w:rsidR="00633487" w:rsidRPr="0085584E" w:rsidRDefault="00633487" w:rsidP="00915182">
      <w:pPr>
        <w:pStyle w:val="NormalWeb"/>
        <w:spacing w:before="0" w:beforeAutospacing="0" w:after="0" w:afterAutospacing="0"/>
      </w:pPr>
      <w:r w:rsidRPr="0085584E">
        <w:t>(massimo  500  caratteri  spazi  inclusi)  </w:t>
      </w:r>
    </w:p>
    <w:p w:rsidR="00633487" w:rsidRPr="0085584E" w:rsidRDefault="00633487" w:rsidP="00915182">
      <w:pPr>
        <w:pStyle w:val="NormalWeb"/>
        <w:spacing w:before="0" w:beforeAutospacing="0" w:after="0" w:afterAutospacing="0"/>
      </w:pPr>
    </w:p>
    <w:p w:rsidR="00633487" w:rsidRPr="0085584E" w:rsidRDefault="00633487" w:rsidP="00CC7473">
      <w:pPr>
        <w:pStyle w:val="NormalWeb"/>
      </w:pPr>
    </w:p>
    <w:p w:rsidR="00633487" w:rsidRPr="0085584E" w:rsidRDefault="00633487" w:rsidP="00CC7473">
      <w:pPr>
        <w:pStyle w:val="NormalWeb"/>
      </w:pPr>
      <w:r w:rsidRPr="0085584E">
        <w:t>Modalità  di  restituzione  dell'opera a spese della scuola partecipante (scegliere l’opzione)</w:t>
      </w:r>
    </w:p>
    <w:p w:rsidR="00633487" w:rsidRPr="0085584E" w:rsidRDefault="00633487" w:rsidP="00CC7473">
      <w:pPr>
        <w:pStyle w:val="NormalWeb"/>
      </w:pPr>
      <w:r w:rsidRPr="0085584E">
        <w:rPr>
          <w:rFonts w:ascii="Calibri" w:hAnsi="Calibri"/>
        </w:rPr>
        <w:t>⃝</w:t>
      </w:r>
      <w:r w:rsidRPr="0085584E">
        <w:t xml:space="preserve"> RITIRO  DELL’OPERA  TRAMITE  PERSONA DELEGATA</w:t>
      </w:r>
    </w:p>
    <w:p w:rsidR="00633487" w:rsidRPr="00BC5772" w:rsidRDefault="00633487" w:rsidP="004540E8">
      <w:pPr>
        <w:pStyle w:val="NormalWeb"/>
      </w:pPr>
      <w:r w:rsidRPr="0085584E">
        <w:rPr>
          <w:rFonts w:ascii="Calibri" w:hAnsi="Calibri"/>
        </w:rPr>
        <w:t>⃝</w:t>
      </w:r>
      <w:r w:rsidRPr="0085584E">
        <w:t xml:space="preserve"> RITIRO L'OPERA CON </w:t>
      </w:r>
      <w:r w:rsidRPr="00BC5772">
        <w:t>CORRIERE   (a carico della scuola)</w:t>
      </w:r>
    </w:p>
    <w:p w:rsidR="00633487" w:rsidRDefault="00633487">
      <w:pPr>
        <w:rPr>
          <w:rFonts w:ascii="Times New Roman" w:hAnsi="Times New Roman"/>
          <w:sz w:val="24"/>
          <w:szCs w:val="24"/>
          <w:lang w:eastAsia="it-IT"/>
        </w:rPr>
      </w:pPr>
      <w:r>
        <w:br w:type="page"/>
      </w:r>
    </w:p>
    <w:p w:rsidR="00633487" w:rsidRPr="0085584E" w:rsidRDefault="00633487" w:rsidP="0040426A">
      <w:pPr>
        <w:pStyle w:val="NormalWeb"/>
        <w:jc w:val="right"/>
      </w:pPr>
      <w:r w:rsidRPr="002800B9">
        <w:rPr>
          <w:sz w:val="22"/>
          <w:szCs w:val="22"/>
        </w:rPr>
        <w:t xml:space="preserve">All. </w:t>
      </w:r>
      <w:r>
        <w:rPr>
          <w:sz w:val="22"/>
          <w:szCs w:val="22"/>
        </w:rPr>
        <w:t>C</w:t>
      </w:r>
    </w:p>
    <w:p w:rsidR="00633487" w:rsidRPr="0091603F" w:rsidRDefault="00633487" w:rsidP="0040426A">
      <w:pPr>
        <w:pStyle w:val="NormalWeb"/>
        <w:jc w:val="center"/>
        <w:rPr>
          <w:sz w:val="36"/>
          <w:szCs w:val="36"/>
        </w:rPr>
      </w:pPr>
      <w:r>
        <w:rPr>
          <w:sz w:val="36"/>
          <w:szCs w:val="36"/>
        </w:rPr>
        <w:t>MOSTRA-</w:t>
      </w:r>
      <w:r w:rsidRPr="0091603F">
        <w:rPr>
          <w:sz w:val="36"/>
          <w:szCs w:val="36"/>
        </w:rPr>
        <w:t>CONCORSO 2016:</w:t>
      </w:r>
      <w:r>
        <w:rPr>
          <w:sz w:val="36"/>
          <w:szCs w:val="36"/>
        </w:rPr>
        <w:t xml:space="preserve"> </w:t>
      </w:r>
      <w:r w:rsidRPr="0091603F">
        <w:rPr>
          <w:sz w:val="36"/>
          <w:szCs w:val="36"/>
        </w:rPr>
        <w:t xml:space="preserve">“ IL GIOCO” </w:t>
      </w:r>
    </w:p>
    <w:p w:rsidR="00633487" w:rsidRPr="00383555" w:rsidRDefault="00633487" w:rsidP="0040426A">
      <w:pPr>
        <w:pStyle w:val="NormalWeb"/>
        <w:jc w:val="center"/>
        <w:rPr>
          <w:sz w:val="32"/>
          <w:szCs w:val="32"/>
        </w:rPr>
      </w:pPr>
      <w:r w:rsidRPr="00383555">
        <w:rPr>
          <w:sz w:val="32"/>
          <w:szCs w:val="32"/>
        </w:rPr>
        <w:t>BIENNALE DEI LICEI ARTISTICI  ITALIANI</w:t>
      </w:r>
    </w:p>
    <w:p w:rsidR="00633487" w:rsidRDefault="00633487" w:rsidP="0040426A">
      <w:pPr>
        <w:pStyle w:val="NormalWeb"/>
        <w:jc w:val="center"/>
        <w:rPr>
          <w:b/>
        </w:rPr>
      </w:pPr>
      <w:r w:rsidRPr="0040426A">
        <w:rPr>
          <w:b/>
        </w:rPr>
        <w:t>SCHEDA DI AUTORIZZAZIONE DEI GENITORI</w:t>
      </w:r>
    </w:p>
    <w:p w:rsidR="00633487" w:rsidRPr="0040426A" w:rsidRDefault="00633487" w:rsidP="0040426A">
      <w:pPr>
        <w:pStyle w:val="NormalWeb"/>
        <w:jc w:val="center"/>
        <w:rPr>
          <w:b/>
        </w:rPr>
      </w:pPr>
    </w:p>
    <w:p w:rsidR="00633487" w:rsidRDefault="00633487" w:rsidP="0040426A">
      <w:pPr>
        <w:pStyle w:val="NormalWeb"/>
      </w:pPr>
      <w:r>
        <w:t>Il/la sottoscritto/a………………………………………………………………………………………</w:t>
      </w:r>
    </w:p>
    <w:p w:rsidR="00633487" w:rsidRDefault="00633487" w:rsidP="0040426A">
      <w:pPr>
        <w:pStyle w:val="NormalWeb"/>
      </w:pPr>
      <w:r>
        <w:t>Indirizzo……………………………………………..Città……………………………………………Prov……..Cap……</w:t>
      </w:r>
    </w:p>
    <w:p w:rsidR="00633487" w:rsidRDefault="00633487" w:rsidP="0040426A">
      <w:pPr>
        <w:pStyle w:val="NormalWeb"/>
      </w:pPr>
      <w:r>
        <w:t>Indirizzo mail …………………………………………………………………………………………</w:t>
      </w:r>
    </w:p>
    <w:p w:rsidR="00633487" w:rsidRDefault="00633487" w:rsidP="0040426A">
      <w:pPr>
        <w:pStyle w:val="NormalWeb"/>
      </w:pPr>
      <w:r>
        <w:t>Telefono …………………………………………..Fax………………………………………………</w:t>
      </w:r>
    </w:p>
    <w:p w:rsidR="00633487" w:rsidRDefault="00633487" w:rsidP="0040426A">
      <w:pPr>
        <w:pStyle w:val="NormalWeb"/>
      </w:pPr>
      <w:r>
        <w:t>Genitore o tutore di……………………………………………………………………………………</w:t>
      </w:r>
    </w:p>
    <w:p w:rsidR="00633487" w:rsidRDefault="00633487" w:rsidP="0040426A">
      <w:pPr>
        <w:pStyle w:val="NormalWeb"/>
      </w:pPr>
      <w:r>
        <w:t>che frequenta l’Istituto…………………………………………………....classe………sezione…….</w:t>
      </w:r>
    </w:p>
    <w:p w:rsidR="00633487" w:rsidRDefault="00633487" w:rsidP="0040426A">
      <w:pPr>
        <w:pStyle w:val="NormalWeb"/>
      </w:pPr>
      <w:r>
        <w:t>in via/piazza………………………………….città……………………………………..prov………..</w:t>
      </w:r>
    </w:p>
    <w:p w:rsidR="00633487" w:rsidRDefault="00633487" w:rsidP="0040426A">
      <w:pPr>
        <w:pStyle w:val="NormalWeb"/>
      </w:pPr>
    </w:p>
    <w:p w:rsidR="00633487" w:rsidRDefault="00633487" w:rsidP="0040426A">
      <w:pPr>
        <w:pStyle w:val="NormalWeb"/>
      </w:pPr>
      <w:r>
        <w:t>Lo/a autorizza a partecipare alla MOSTRA-CONCORSO 2016: “ IL GIOCO” - BIENNALE DEI LICEI ARTISTICI  ITALIANI.</w:t>
      </w:r>
    </w:p>
    <w:p w:rsidR="00633487" w:rsidRDefault="00633487" w:rsidP="0040426A">
      <w:pPr>
        <w:pStyle w:val="NormalWeb"/>
      </w:pPr>
      <w:r>
        <w:t>Autorizza, inoltre, sin d’ora, la pubblicazione nel catalogo di lavori presentati, nelle forme e modalità stabiliti dagli organizzatori del concorso, a titolo gratuito.</w:t>
      </w:r>
    </w:p>
    <w:p w:rsidR="00633487" w:rsidRDefault="00633487" w:rsidP="0040426A">
      <w:pPr>
        <w:pStyle w:val="NormalWeb"/>
      </w:pPr>
      <w:r>
        <w:t>Ai sensi del D. Lgs. 196/03, autorizza l’utilizzo dei dati personali ai soli scopi istituzionali..</w:t>
      </w:r>
    </w:p>
    <w:p w:rsidR="00633487" w:rsidRDefault="00633487" w:rsidP="0040426A">
      <w:pPr>
        <w:pStyle w:val="NormalWeb"/>
      </w:pPr>
      <w:r>
        <w:t>Firma (obbligatoria per la partecipazione)…………………………………………………………</w:t>
      </w:r>
    </w:p>
    <w:p w:rsidR="00633487" w:rsidRDefault="00633487" w:rsidP="0040426A">
      <w:pPr>
        <w:pStyle w:val="NormalWeb"/>
      </w:pPr>
      <w:r>
        <w:t>Autorizza la pubblicazione di nome e cognome dell’autore in caso di vincita del concorso.</w:t>
      </w:r>
    </w:p>
    <w:p w:rsidR="00633487" w:rsidRPr="004540E8" w:rsidRDefault="00633487" w:rsidP="0040426A">
      <w:pPr>
        <w:pStyle w:val="NormalWeb"/>
      </w:pPr>
      <w:r>
        <w:t>Firma (obbligatoria per la partecipazione) …………………………………………………………</w:t>
      </w:r>
    </w:p>
    <w:p w:rsidR="00633487" w:rsidRPr="0085584E" w:rsidRDefault="00633487" w:rsidP="003E23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3487" w:rsidRPr="0085584E" w:rsidRDefault="00633487" w:rsidP="00B336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3487" w:rsidRPr="0085584E" w:rsidRDefault="00633487" w:rsidP="00B336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Luogo e data …………………………………………………..</w:t>
      </w:r>
    </w:p>
    <w:sectPr w:rsidR="00633487" w:rsidRPr="0085584E" w:rsidSect="00816E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487" w:rsidRDefault="00633487" w:rsidP="00C1341C">
      <w:pPr>
        <w:spacing w:after="0" w:line="240" w:lineRule="auto"/>
      </w:pPr>
      <w:r>
        <w:separator/>
      </w:r>
    </w:p>
  </w:endnote>
  <w:endnote w:type="continuationSeparator" w:id="0">
    <w:p w:rsidR="00633487" w:rsidRDefault="00633487" w:rsidP="00C13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487" w:rsidRDefault="00633487" w:rsidP="00C1341C">
      <w:pPr>
        <w:spacing w:after="0" w:line="240" w:lineRule="auto"/>
      </w:pPr>
      <w:r>
        <w:separator/>
      </w:r>
    </w:p>
  </w:footnote>
  <w:footnote w:type="continuationSeparator" w:id="0">
    <w:p w:rsidR="00633487" w:rsidRDefault="00633487" w:rsidP="00C134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8109D3"/>
    <w:multiLevelType w:val="hybridMultilevel"/>
    <w:tmpl w:val="672C7E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873483"/>
    <w:multiLevelType w:val="hybridMultilevel"/>
    <w:tmpl w:val="C98A3506"/>
    <w:lvl w:ilvl="0" w:tplc="3334A8FE">
      <w:start w:val="1"/>
      <w:numFmt w:val="decimal"/>
      <w:lvlText w:val="%1)"/>
      <w:lvlJc w:val="left"/>
      <w:pPr>
        <w:ind w:left="342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6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78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0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2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4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6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8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02" w:hanging="180"/>
      </w:pPr>
      <w:rPr>
        <w:rFonts w:cs="Times New Roman"/>
      </w:rPr>
    </w:lvl>
  </w:abstractNum>
  <w:abstractNum w:abstractNumId="3">
    <w:nsid w:val="059271DA"/>
    <w:multiLevelType w:val="hybridMultilevel"/>
    <w:tmpl w:val="43FA1A3C"/>
    <w:lvl w:ilvl="0" w:tplc="D302768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451B1"/>
    <w:multiLevelType w:val="hybridMultilevel"/>
    <w:tmpl w:val="C778F3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126C1"/>
    <w:multiLevelType w:val="hybridMultilevel"/>
    <w:tmpl w:val="F0EAF2A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813F5E"/>
    <w:multiLevelType w:val="multilevel"/>
    <w:tmpl w:val="994A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A95982"/>
    <w:multiLevelType w:val="multilevel"/>
    <w:tmpl w:val="0692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Lucida Sans Unicode" w:eastAsia="Times New Roman" w:hAnsi="Lucida Sans Unicode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B804AD5"/>
    <w:multiLevelType w:val="multilevel"/>
    <w:tmpl w:val="0100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8080F5B"/>
    <w:multiLevelType w:val="hybridMultilevel"/>
    <w:tmpl w:val="98162B98"/>
    <w:lvl w:ilvl="0" w:tplc="D302768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64728"/>
    <w:multiLevelType w:val="hybridMultilevel"/>
    <w:tmpl w:val="0A7EE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77E37"/>
    <w:multiLevelType w:val="hybridMultilevel"/>
    <w:tmpl w:val="B4AE26FC"/>
    <w:lvl w:ilvl="0" w:tplc="D302768A">
      <w:start w:val="1"/>
      <w:numFmt w:val="bullet"/>
      <w:lvlText w:val="-"/>
      <w:lvlJc w:val="left"/>
      <w:pPr>
        <w:ind w:left="702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>
    <w:nsid w:val="533F6557"/>
    <w:multiLevelType w:val="multilevel"/>
    <w:tmpl w:val="2A38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E2D06A4"/>
    <w:multiLevelType w:val="hybridMultilevel"/>
    <w:tmpl w:val="60C62354"/>
    <w:lvl w:ilvl="0" w:tplc="D302768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3"/>
  </w:num>
  <w:num w:numId="10">
    <w:abstractNumId w:val="13"/>
  </w:num>
  <w:num w:numId="11">
    <w:abstractNumId w:val="4"/>
  </w:num>
  <w:num w:numId="12">
    <w:abstractNumId w:val="10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4AAB"/>
    <w:rsid w:val="0000262F"/>
    <w:rsid w:val="00005EC3"/>
    <w:rsid w:val="00010DE7"/>
    <w:rsid w:val="00022680"/>
    <w:rsid w:val="00023F1B"/>
    <w:rsid w:val="0004026B"/>
    <w:rsid w:val="00044A63"/>
    <w:rsid w:val="00046C60"/>
    <w:rsid w:val="00051DEE"/>
    <w:rsid w:val="00066876"/>
    <w:rsid w:val="00074DFD"/>
    <w:rsid w:val="000853B3"/>
    <w:rsid w:val="0009443B"/>
    <w:rsid w:val="00096946"/>
    <w:rsid w:val="000A4BA6"/>
    <w:rsid w:val="000C3290"/>
    <w:rsid w:val="000C766F"/>
    <w:rsid w:val="000C7702"/>
    <w:rsid w:val="000D6F19"/>
    <w:rsid w:val="000E3306"/>
    <w:rsid w:val="000F5502"/>
    <w:rsid w:val="001004C2"/>
    <w:rsid w:val="001157E3"/>
    <w:rsid w:val="001163EC"/>
    <w:rsid w:val="00116477"/>
    <w:rsid w:val="00120E87"/>
    <w:rsid w:val="0012224B"/>
    <w:rsid w:val="0014690D"/>
    <w:rsid w:val="00150EF3"/>
    <w:rsid w:val="00180F46"/>
    <w:rsid w:val="001A5563"/>
    <w:rsid w:val="001B7317"/>
    <w:rsid w:val="001C0346"/>
    <w:rsid w:val="001C5E1E"/>
    <w:rsid w:val="001E597A"/>
    <w:rsid w:val="001F2857"/>
    <w:rsid w:val="00222269"/>
    <w:rsid w:val="002254B6"/>
    <w:rsid w:val="0023479C"/>
    <w:rsid w:val="00241AD7"/>
    <w:rsid w:val="00257C93"/>
    <w:rsid w:val="00274026"/>
    <w:rsid w:val="0027766B"/>
    <w:rsid w:val="002800B9"/>
    <w:rsid w:val="00283180"/>
    <w:rsid w:val="00290C5C"/>
    <w:rsid w:val="002B0C70"/>
    <w:rsid w:val="002B3DE2"/>
    <w:rsid w:val="002D409F"/>
    <w:rsid w:val="002E0F83"/>
    <w:rsid w:val="002E2C07"/>
    <w:rsid w:val="002F20D0"/>
    <w:rsid w:val="0030223B"/>
    <w:rsid w:val="00304AAB"/>
    <w:rsid w:val="0031261F"/>
    <w:rsid w:val="00312688"/>
    <w:rsid w:val="00325CF5"/>
    <w:rsid w:val="00327EC2"/>
    <w:rsid w:val="00330D28"/>
    <w:rsid w:val="00333BCE"/>
    <w:rsid w:val="00336B53"/>
    <w:rsid w:val="00341653"/>
    <w:rsid w:val="00342FA8"/>
    <w:rsid w:val="0035307A"/>
    <w:rsid w:val="00374891"/>
    <w:rsid w:val="00375B40"/>
    <w:rsid w:val="00380694"/>
    <w:rsid w:val="00383555"/>
    <w:rsid w:val="00385B33"/>
    <w:rsid w:val="00395620"/>
    <w:rsid w:val="003A3DAC"/>
    <w:rsid w:val="003B14BB"/>
    <w:rsid w:val="003C1E3E"/>
    <w:rsid w:val="003C31CC"/>
    <w:rsid w:val="003E2378"/>
    <w:rsid w:val="003E7B57"/>
    <w:rsid w:val="003F1B16"/>
    <w:rsid w:val="0040426A"/>
    <w:rsid w:val="00413932"/>
    <w:rsid w:val="00431BB5"/>
    <w:rsid w:val="004370E4"/>
    <w:rsid w:val="004524F6"/>
    <w:rsid w:val="004540E8"/>
    <w:rsid w:val="00463722"/>
    <w:rsid w:val="004A675B"/>
    <w:rsid w:val="004B3EF5"/>
    <w:rsid w:val="004B512F"/>
    <w:rsid w:val="004B6019"/>
    <w:rsid w:val="004C5033"/>
    <w:rsid w:val="004C7B9A"/>
    <w:rsid w:val="004D7215"/>
    <w:rsid w:val="004D7233"/>
    <w:rsid w:val="004F235E"/>
    <w:rsid w:val="004F348A"/>
    <w:rsid w:val="004F4330"/>
    <w:rsid w:val="005043A3"/>
    <w:rsid w:val="00515E85"/>
    <w:rsid w:val="005178EA"/>
    <w:rsid w:val="00524C33"/>
    <w:rsid w:val="00525647"/>
    <w:rsid w:val="00540B10"/>
    <w:rsid w:val="00543DDB"/>
    <w:rsid w:val="00546FCB"/>
    <w:rsid w:val="005763A5"/>
    <w:rsid w:val="00576CB4"/>
    <w:rsid w:val="00577381"/>
    <w:rsid w:val="005776EC"/>
    <w:rsid w:val="00593A60"/>
    <w:rsid w:val="005A1259"/>
    <w:rsid w:val="005A4CCA"/>
    <w:rsid w:val="005B0F8A"/>
    <w:rsid w:val="005B1875"/>
    <w:rsid w:val="005B435F"/>
    <w:rsid w:val="005C64D5"/>
    <w:rsid w:val="005D0446"/>
    <w:rsid w:val="0061467C"/>
    <w:rsid w:val="00633487"/>
    <w:rsid w:val="006373F4"/>
    <w:rsid w:val="006410CC"/>
    <w:rsid w:val="006573F9"/>
    <w:rsid w:val="00673FF9"/>
    <w:rsid w:val="00695AD2"/>
    <w:rsid w:val="006A1C74"/>
    <w:rsid w:val="006A3748"/>
    <w:rsid w:val="006A6D1F"/>
    <w:rsid w:val="006B424E"/>
    <w:rsid w:val="006B73C6"/>
    <w:rsid w:val="006C175A"/>
    <w:rsid w:val="006D597C"/>
    <w:rsid w:val="006E5BFD"/>
    <w:rsid w:val="006F3CCC"/>
    <w:rsid w:val="0070784E"/>
    <w:rsid w:val="00723939"/>
    <w:rsid w:val="00726DCB"/>
    <w:rsid w:val="0072775B"/>
    <w:rsid w:val="0073012C"/>
    <w:rsid w:val="00751F24"/>
    <w:rsid w:val="00774BD9"/>
    <w:rsid w:val="007802E0"/>
    <w:rsid w:val="00790D73"/>
    <w:rsid w:val="00791919"/>
    <w:rsid w:val="007B00EC"/>
    <w:rsid w:val="007B7353"/>
    <w:rsid w:val="007C1F1D"/>
    <w:rsid w:val="007C20EE"/>
    <w:rsid w:val="007C31D9"/>
    <w:rsid w:val="007E6EC9"/>
    <w:rsid w:val="007F0264"/>
    <w:rsid w:val="00805E68"/>
    <w:rsid w:val="008166E6"/>
    <w:rsid w:val="00816E7D"/>
    <w:rsid w:val="00817974"/>
    <w:rsid w:val="00821114"/>
    <w:rsid w:val="00826F74"/>
    <w:rsid w:val="00830E27"/>
    <w:rsid w:val="008324BA"/>
    <w:rsid w:val="0083377F"/>
    <w:rsid w:val="00852DEE"/>
    <w:rsid w:val="00853403"/>
    <w:rsid w:val="0085584E"/>
    <w:rsid w:val="00870628"/>
    <w:rsid w:val="008733F2"/>
    <w:rsid w:val="00881DCF"/>
    <w:rsid w:val="008825C9"/>
    <w:rsid w:val="0088736D"/>
    <w:rsid w:val="008A63A4"/>
    <w:rsid w:val="008C49A6"/>
    <w:rsid w:val="008C6863"/>
    <w:rsid w:val="008D6153"/>
    <w:rsid w:val="008D7878"/>
    <w:rsid w:val="008E1A5B"/>
    <w:rsid w:val="008F34F5"/>
    <w:rsid w:val="008F7BF8"/>
    <w:rsid w:val="009119B8"/>
    <w:rsid w:val="0091428B"/>
    <w:rsid w:val="00915182"/>
    <w:rsid w:val="0091603F"/>
    <w:rsid w:val="009216FC"/>
    <w:rsid w:val="009227C5"/>
    <w:rsid w:val="00932BFE"/>
    <w:rsid w:val="0093570C"/>
    <w:rsid w:val="009446F3"/>
    <w:rsid w:val="00953DF8"/>
    <w:rsid w:val="009635C7"/>
    <w:rsid w:val="00976067"/>
    <w:rsid w:val="009760C9"/>
    <w:rsid w:val="00976A99"/>
    <w:rsid w:val="00977C8D"/>
    <w:rsid w:val="00984CA0"/>
    <w:rsid w:val="009976EB"/>
    <w:rsid w:val="009D042C"/>
    <w:rsid w:val="009D3994"/>
    <w:rsid w:val="00A25A52"/>
    <w:rsid w:val="00A3456B"/>
    <w:rsid w:val="00A366CE"/>
    <w:rsid w:val="00A44650"/>
    <w:rsid w:val="00A47BD5"/>
    <w:rsid w:val="00A51F19"/>
    <w:rsid w:val="00A52DE2"/>
    <w:rsid w:val="00A8046D"/>
    <w:rsid w:val="00A816A8"/>
    <w:rsid w:val="00A9093A"/>
    <w:rsid w:val="00A931D8"/>
    <w:rsid w:val="00A9342E"/>
    <w:rsid w:val="00A95DBB"/>
    <w:rsid w:val="00AA1172"/>
    <w:rsid w:val="00AD3F03"/>
    <w:rsid w:val="00AD6DB6"/>
    <w:rsid w:val="00B06831"/>
    <w:rsid w:val="00B11F65"/>
    <w:rsid w:val="00B12699"/>
    <w:rsid w:val="00B20495"/>
    <w:rsid w:val="00B3364F"/>
    <w:rsid w:val="00B344BB"/>
    <w:rsid w:val="00B36092"/>
    <w:rsid w:val="00B43E0D"/>
    <w:rsid w:val="00B50AB1"/>
    <w:rsid w:val="00B81ED3"/>
    <w:rsid w:val="00B8656E"/>
    <w:rsid w:val="00B87668"/>
    <w:rsid w:val="00B938FD"/>
    <w:rsid w:val="00B94CD8"/>
    <w:rsid w:val="00BA3644"/>
    <w:rsid w:val="00BC5772"/>
    <w:rsid w:val="00BC74F7"/>
    <w:rsid w:val="00C1341C"/>
    <w:rsid w:val="00C22000"/>
    <w:rsid w:val="00C27156"/>
    <w:rsid w:val="00C3254A"/>
    <w:rsid w:val="00C37E79"/>
    <w:rsid w:val="00C63527"/>
    <w:rsid w:val="00C76EEC"/>
    <w:rsid w:val="00C81308"/>
    <w:rsid w:val="00C833D3"/>
    <w:rsid w:val="00C853C5"/>
    <w:rsid w:val="00C86C4D"/>
    <w:rsid w:val="00C93519"/>
    <w:rsid w:val="00CB479B"/>
    <w:rsid w:val="00CC528F"/>
    <w:rsid w:val="00CC662E"/>
    <w:rsid w:val="00CC7473"/>
    <w:rsid w:val="00CD2ED3"/>
    <w:rsid w:val="00CE1F3E"/>
    <w:rsid w:val="00CE52D6"/>
    <w:rsid w:val="00D10C14"/>
    <w:rsid w:val="00D4332D"/>
    <w:rsid w:val="00D77E95"/>
    <w:rsid w:val="00D86471"/>
    <w:rsid w:val="00D86992"/>
    <w:rsid w:val="00D87076"/>
    <w:rsid w:val="00D964BC"/>
    <w:rsid w:val="00DC6B2D"/>
    <w:rsid w:val="00DD1F9E"/>
    <w:rsid w:val="00DE44FA"/>
    <w:rsid w:val="00DF0896"/>
    <w:rsid w:val="00E10D76"/>
    <w:rsid w:val="00E11610"/>
    <w:rsid w:val="00E13F79"/>
    <w:rsid w:val="00E14D7D"/>
    <w:rsid w:val="00E337D1"/>
    <w:rsid w:val="00E34F3F"/>
    <w:rsid w:val="00E41A84"/>
    <w:rsid w:val="00E439FB"/>
    <w:rsid w:val="00E60B57"/>
    <w:rsid w:val="00E71C37"/>
    <w:rsid w:val="00E840D6"/>
    <w:rsid w:val="00E86DD8"/>
    <w:rsid w:val="00E94833"/>
    <w:rsid w:val="00EA70EE"/>
    <w:rsid w:val="00EB6BD4"/>
    <w:rsid w:val="00EC142F"/>
    <w:rsid w:val="00EC5970"/>
    <w:rsid w:val="00F073A0"/>
    <w:rsid w:val="00F12372"/>
    <w:rsid w:val="00F233F3"/>
    <w:rsid w:val="00F23651"/>
    <w:rsid w:val="00F4022D"/>
    <w:rsid w:val="00F42AEC"/>
    <w:rsid w:val="00F6205A"/>
    <w:rsid w:val="00F661DE"/>
    <w:rsid w:val="00F75DE5"/>
    <w:rsid w:val="00F775A8"/>
    <w:rsid w:val="00F87915"/>
    <w:rsid w:val="00F96F87"/>
    <w:rsid w:val="00FB3CCC"/>
    <w:rsid w:val="00FC163C"/>
    <w:rsid w:val="00FD0198"/>
    <w:rsid w:val="00FD0703"/>
    <w:rsid w:val="00FD4DD3"/>
    <w:rsid w:val="00FF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E7D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4BA6"/>
    <w:pPr>
      <w:keepNext/>
      <w:widowControl w:val="0"/>
      <w:numPr>
        <w:ilvl w:val="2"/>
        <w:numId w:val="8"/>
      </w:num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uppressAutoHyphens/>
      <w:autoSpaceDE w:val="0"/>
      <w:spacing w:after="0" w:line="240" w:lineRule="auto"/>
      <w:outlineLvl w:val="2"/>
    </w:pPr>
    <w:rPr>
      <w:rFonts w:ascii="Arial" w:eastAsia="Times New Roman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A4BA6"/>
    <w:rPr>
      <w:rFonts w:ascii="Arial" w:hAnsi="Arial" w:cs="Arial"/>
      <w:b/>
      <w:bCs/>
    </w:rPr>
  </w:style>
  <w:style w:type="character" w:styleId="Strong">
    <w:name w:val="Strong"/>
    <w:basedOn w:val="DefaultParagraphFont"/>
    <w:uiPriority w:val="99"/>
    <w:qFormat/>
    <w:rsid w:val="00304AAB"/>
    <w:rPr>
      <w:rFonts w:cs="Times New Roman"/>
      <w:b/>
      <w:bCs/>
    </w:rPr>
  </w:style>
  <w:style w:type="paragraph" w:customStyle="1" w:styleId="default">
    <w:name w:val="default"/>
    <w:basedOn w:val="Normal"/>
    <w:uiPriority w:val="99"/>
    <w:rsid w:val="00304AAB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99"/>
    <w:qFormat/>
    <w:rsid w:val="00413932"/>
    <w:pPr>
      <w:ind w:left="720"/>
      <w:contextualSpacing/>
    </w:pPr>
  </w:style>
  <w:style w:type="paragraph" w:styleId="NoSpacing">
    <w:name w:val="No Spacing"/>
    <w:uiPriority w:val="99"/>
    <w:qFormat/>
    <w:rsid w:val="00274026"/>
    <w:rPr>
      <w:lang w:eastAsia="en-US"/>
    </w:rPr>
  </w:style>
  <w:style w:type="paragraph" w:customStyle="1" w:styleId="Default0">
    <w:name w:val="Default"/>
    <w:uiPriority w:val="99"/>
    <w:rsid w:val="003C1E3E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0A4BA6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0A4BA6"/>
    <w:rPr>
      <w:rFonts w:ascii="Arial" w:hAnsi="Arial" w:cs="Arial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CC74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table" w:styleId="TableGrid">
    <w:name w:val="Table Grid"/>
    <w:basedOn w:val="TableNormal"/>
    <w:uiPriority w:val="99"/>
    <w:rsid w:val="00CC7473"/>
    <w:rPr>
      <w:rFonts w:ascii="Times New Roman" w:eastAsia="Times New Roman" w:hAnsi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661DE"/>
    <w:rPr>
      <w:rFonts w:cs="Times New Roman"/>
      <w:color w:val="0563C1"/>
      <w:u w:val="single"/>
    </w:rPr>
  </w:style>
  <w:style w:type="character" w:customStyle="1" w:styleId="st">
    <w:name w:val="st"/>
    <w:basedOn w:val="DefaultParagraphFont"/>
    <w:uiPriority w:val="99"/>
    <w:rsid w:val="000C3290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0C3290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916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603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226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226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226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22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22680"/>
    <w:rPr>
      <w:b/>
      <w:bCs/>
    </w:rPr>
  </w:style>
  <w:style w:type="paragraph" w:styleId="Header">
    <w:name w:val="header"/>
    <w:basedOn w:val="Normal"/>
    <w:link w:val="HeaderChar"/>
    <w:uiPriority w:val="99"/>
    <w:rsid w:val="00C13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1341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13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1341C"/>
    <w:rPr>
      <w:rFonts w:cs="Times New Roman"/>
    </w:rPr>
  </w:style>
  <w:style w:type="paragraph" w:styleId="Revision">
    <w:name w:val="Revision"/>
    <w:hidden/>
    <w:uiPriority w:val="99"/>
    <w:semiHidden/>
    <w:rsid w:val="00C86C4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30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301658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0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30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30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301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475</Words>
  <Characters>2710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valeria alberti</dc:creator>
  <cp:keywords/>
  <dc:description/>
  <cp:lastModifiedBy>pc</cp:lastModifiedBy>
  <cp:revision>2</cp:revision>
  <cp:lastPrinted>2016-02-26T12:25:00Z</cp:lastPrinted>
  <dcterms:created xsi:type="dcterms:W3CDTF">2016-03-04T15:49:00Z</dcterms:created>
  <dcterms:modified xsi:type="dcterms:W3CDTF">2016-03-04T15:49:00Z</dcterms:modified>
</cp:coreProperties>
</file>